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9211D2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1</w:t>
      </w:r>
      <w:r w:rsidR="007F4C51">
        <w:rPr>
          <w:rFonts w:ascii="Arial Narrow" w:hAnsi="Arial Narrow"/>
          <w:sz w:val="22"/>
          <w:lang w:val="de-DE"/>
        </w:rPr>
        <w:t xml:space="preserve"> Sitzung | </w:t>
      </w:r>
      <w:r>
        <w:rPr>
          <w:rFonts w:ascii="Arial Narrow" w:hAnsi="Arial Narrow"/>
          <w:sz w:val="22"/>
          <w:lang w:val="de-DE"/>
        </w:rPr>
        <w:t xml:space="preserve">SS </w:t>
      </w:r>
      <w:proofErr w:type="gramStart"/>
      <w:r w:rsidR="005A2AB5">
        <w:rPr>
          <w:rFonts w:ascii="Arial Narrow" w:hAnsi="Arial Narrow"/>
          <w:sz w:val="22"/>
          <w:lang w:val="de-DE"/>
        </w:rPr>
        <w:t>14</w:t>
      </w:r>
      <w:proofErr w:type="gramEnd"/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2E296F">
        <w:rPr>
          <w:rFonts w:ascii="Arial Narrow" w:hAnsi="Arial Narrow"/>
          <w:noProof/>
          <w:sz w:val="22"/>
          <w:lang w:val="de-DE"/>
        </w:rPr>
        <w:t>25.03.2014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2E296F">
        <w:rPr>
          <w:rFonts w:ascii="Arial Narrow" w:hAnsi="Arial Narrow"/>
          <w:sz w:val="22"/>
          <w:lang w:val="de-DE"/>
        </w:rPr>
        <w:t>25</w:t>
      </w:r>
      <w:r w:rsidR="009211D2">
        <w:rPr>
          <w:rFonts w:ascii="Arial Narrow" w:hAnsi="Arial Narrow"/>
          <w:sz w:val="22"/>
          <w:lang w:val="de-DE"/>
        </w:rPr>
        <w:t>.03.2014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26382A">
        <w:rPr>
          <w:rFonts w:ascii="Arial Narrow" w:hAnsi="Arial Narrow"/>
          <w:sz w:val="22"/>
          <w:lang w:val="de-DE"/>
        </w:rPr>
        <w:t>1</w:t>
      </w:r>
      <w:r w:rsidR="002E296F">
        <w:rPr>
          <w:rFonts w:ascii="Arial Narrow" w:hAnsi="Arial Narrow"/>
          <w:sz w:val="22"/>
          <w:lang w:val="de-DE"/>
        </w:rPr>
        <w:t>3:00</w:t>
      </w:r>
      <w:bookmarkStart w:id="0" w:name="_GoBack"/>
      <w:bookmarkEnd w:id="0"/>
      <w:r w:rsidR="0026382A">
        <w:rPr>
          <w:rFonts w:ascii="Arial Narrow" w:hAnsi="Arial Narrow"/>
          <w:sz w:val="22"/>
          <w:lang w:val="de-DE"/>
        </w:rPr>
        <w:t xml:space="preserve"> </w:t>
      </w:r>
      <w:r w:rsidR="005A2AB5">
        <w:rPr>
          <w:rFonts w:ascii="Arial Narrow" w:hAnsi="Arial Narrow"/>
          <w:sz w:val="22"/>
          <w:lang w:val="de-DE"/>
        </w:rPr>
        <w:t>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00BD0">
        <w:rPr>
          <w:rFonts w:ascii="Arial Narrow" w:hAnsi="Arial Narrow"/>
          <w:sz w:val="22"/>
          <w:lang w:val="de-DE"/>
        </w:rPr>
        <w:t>ASt</w:t>
      </w:r>
      <w:r w:rsidR="005A2AB5">
        <w:rPr>
          <w:rFonts w:ascii="Arial Narrow" w:hAnsi="Arial Narrow"/>
          <w:sz w:val="22"/>
          <w:lang w:val="de-DE"/>
        </w:rPr>
        <w:t>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>, Susan</w:t>
      </w:r>
      <w:r w:rsidR="00B5211E">
        <w:rPr>
          <w:rFonts w:ascii="Arial Narrow" w:hAnsi="Arial Narrow"/>
          <w:sz w:val="22"/>
          <w:lang w:val="de-DE"/>
        </w:rPr>
        <w:t xml:space="preserve">ne Schmidt, Alexander Scheurer, </w:t>
      </w:r>
      <w:r w:rsidR="005203E2">
        <w:rPr>
          <w:rFonts w:ascii="Arial Narrow" w:hAnsi="Arial Narrow"/>
          <w:sz w:val="22"/>
          <w:lang w:val="de-DE"/>
        </w:rPr>
        <w:t>Marco Israel</w:t>
      </w:r>
      <w:r w:rsidR="00693BB8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693BB8">
        <w:rPr>
          <w:rFonts w:ascii="Arial Narrow" w:hAnsi="Arial Narrow"/>
          <w:sz w:val="22"/>
          <w:lang w:val="de-DE"/>
        </w:rPr>
        <w:t>Breumann</w:t>
      </w:r>
      <w:proofErr w:type="spellEnd"/>
      <w:r w:rsidR="00B5211E">
        <w:rPr>
          <w:rFonts w:ascii="Arial Narrow" w:hAnsi="Arial Narrow"/>
          <w:sz w:val="22"/>
          <w:lang w:val="de-DE"/>
        </w:rPr>
        <w:t>, Daniel Marder</w:t>
      </w:r>
      <w:r w:rsidR="0090523C">
        <w:rPr>
          <w:rFonts w:ascii="Arial Narrow" w:hAnsi="Arial Narrow"/>
          <w:sz w:val="22"/>
          <w:lang w:val="de-DE"/>
        </w:rPr>
        <w:t>, Philipp Meyer</w:t>
      </w:r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721DCE" w:rsidRPr="00721DCE" w:rsidRDefault="00721DCE" w:rsidP="007D5E4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721DCE" w:rsidRPr="007D5E4C" w:rsidRDefault="007D5E4C" w:rsidP="007D5E4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Party</w:t>
      </w:r>
      <w:r w:rsidR="007C729E" w:rsidRPr="007D5E4C">
        <w:rPr>
          <w:rFonts w:ascii="Arial Narrow" w:hAnsi="Arial Narrow"/>
          <w:sz w:val="22"/>
        </w:rPr>
        <w:t xml:space="preserve"> in der </w:t>
      </w:r>
      <w:proofErr w:type="spellStart"/>
      <w:r w:rsidR="007C729E" w:rsidRPr="007D5E4C">
        <w:rPr>
          <w:rFonts w:ascii="Arial Narrow" w:hAnsi="Arial Narrow"/>
          <w:sz w:val="22"/>
        </w:rPr>
        <w:t>Cafete</w:t>
      </w:r>
      <w:proofErr w:type="spellEnd"/>
    </w:p>
    <w:p w:rsidR="007D5E4C" w:rsidRDefault="007D5E4C" w:rsidP="007D5E4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Getränkepreise</w:t>
      </w:r>
    </w:p>
    <w:p w:rsidR="007D5E4C" w:rsidRDefault="007D5E4C" w:rsidP="007D5E4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Mikrowelle</w:t>
      </w:r>
    </w:p>
    <w:p w:rsidR="007D5E4C" w:rsidRDefault="007D5E4C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</w:t>
      </w:r>
    </w:p>
    <w:p w:rsidR="007D5E4C" w:rsidRDefault="007D5E4C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Film Abend</w:t>
      </w:r>
    </w:p>
    <w:p w:rsidR="00CF7644" w:rsidRDefault="00CF764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Technikverleih</w:t>
      </w:r>
    </w:p>
    <w:p w:rsidR="00CF7644" w:rsidRDefault="00CF7644" w:rsidP="00CF764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Grüne T-Shirts</w:t>
      </w:r>
    </w:p>
    <w:p w:rsidR="00CF7644" w:rsidRDefault="00CF7644" w:rsidP="00CF764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Runder Tisch</w:t>
      </w:r>
    </w:p>
    <w:p w:rsidR="00CF7644" w:rsidRDefault="00CF7644" w:rsidP="00CF764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Semesterticket</w:t>
      </w:r>
    </w:p>
    <w:p w:rsidR="00CF7644" w:rsidRPr="00CF7644" w:rsidRDefault="002E296F" w:rsidP="00CF764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721DCE" w:rsidRDefault="00721DCE" w:rsidP="00721DC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380393" w:rsidRPr="00114D5B" w:rsidRDefault="00380393" w:rsidP="0038039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A00BD0">
      <w:rPr>
        <w:rFonts w:ascii="Arial Narrow" w:hAnsi="Arial Narrow"/>
        <w:sz w:val="20"/>
        <w:lang w:val="de-DE"/>
      </w:rPr>
      <w:t>1</w:t>
    </w:r>
    <w:r w:rsidRPr="00635189">
      <w:rPr>
        <w:rFonts w:ascii="Arial Narrow" w:hAnsi="Arial Narrow"/>
        <w:sz w:val="20"/>
        <w:lang w:val="de-DE"/>
      </w:rPr>
      <w:t xml:space="preserve">. Sitzung des </w:t>
    </w:r>
    <w:r w:rsidR="005203E2"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A00BD0">
      <w:rPr>
        <w:rFonts w:ascii="Arial Narrow" w:hAnsi="Arial Narrow"/>
        <w:sz w:val="20"/>
        <w:lang w:val="de-DE"/>
      </w:rPr>
      <w:t>19.03.2014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7D5E4C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6513"/>
    <w:multiLevelType w:val="hybridMultilevel"/>
    <w:tmpl w:val="DFF67CC8"/>
    <w:lvl w:ilvl="0" w:tplc="85A0C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A10169"/>
    <w:multiLevelType w:val="hybridMultilevel"/>
    <w:tmpl w:val="47808D86"/>
    <w:lvl w:ilvl="0" w:tplc="C30083C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606E1F13"/>
    <w:multiLevelType w:val="hybridMultilevel"/>
    <w:tmpl w:val="4DC6329C"/>
    <w:lvl w:ilvl="0" w:tplc="25B28694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BB313E"/>
    <w:multiLevelType w:val="hybridMultilevel"/>
    <w:tmpl w:val="9378F1CC"/>
    <w:lvl w:ilvl="0" w:tplc="F1E44334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2F86CBB"/>
    <w:multiLevelType w:val="hybridMultilevel"/>
    <w:tmpl w:val="FA8C52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1F7E"/>
    <w:rsid w:val="000424C5"/>
    <w:rsid w:val="000459F9"/>
    <w:rsid w:val="0006566C"/>
    <w:rsid w:val="00094624"/>
    <w:rsid w:val="000A4FD2"/>
    <w:rsid w:val="000A5C33"/>
    <w:rsid w:val="000C2A6E"/>
    <w:rsid w:val="000D74D9"/>
    <w:rsid w:val="00103636"/>
    <w:rsid w:val="00114D5B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6382A"/>
    <w:rsid w:val="00273332"/>
    <w:rsid w:val="00274830"/>
    <w:rsid w:val="00281474"/>
    <w:rsid w:val="002C65FD"/>
    <w:rsid w:val="002E0EB5"/>
    <w:rsid w:val="002E296F"/>
    <w:rsid w:val="002E685F"/>
    <w:rsid w:val="00310FD9"/>
    <w:rsid w:val="003123C5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0393"/>
    <w:rsid w:val="00382773"/>
    <w:rsid w:val="0038561B"/>
    <w:rsid w:val="003B669B"/>
    <w:rsid w:val="003C1906"/>
    <w:rsid w:val="003F53D2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203E2"/>
    <w:rsid w:val="00555468"/>
    <w:rsid w:val="00581B97"/>
    <w:rsid w:val="005A2AB5"/>
    <w:rsid w:val="005B1C22"/>
    <w:rsid w:val="005F2F19"/>
    <w:rsid w:val="00602994"/>
    <w:rsid w:val="00605E51"/>
    <w:rsid w:val="00606F9B"/>
    <w:rsid w:val="0061220C"/>
    <w:rsid w:val="00626E26"/>
    <w:rsid w:val="00635189"/>
    <w:rsid w:val="00636071"/>
    <w:rsid w:val="00675043"/>
    <w:rsid w:val="006865A2"/>
    <w:rsid w:val="00686ECB"/>
    <w:rsid w:val="00693BB8"/>
    <w:rsid w:val="006A0CE7"/>
    <w:rsid w:val="006A2577"/>
    <w:rsid w:val="006A6E9D"/>
    <w:rsid w:val="006C4D68"/>
    <w:rsid w:val="006C7585"/>
    <w:rsid w:val="006F55D7"/>
    <w:rsid w:val="007173E9"/>
    <w:rsid w:val="00721DCE"/>
    <w:rsid w:val="00726E63"/>
    <w:rsid w:val="007312F7"/>
    <w:rsid w:val="0073352F"/>
    <w:rsid w:val="00736A7F"/>
    <w:rsid w:val="0075204E"/>
    <w:rsid w:val="00766556"/>
    <w:rsid w:val="00777A82"/>
    <w:rsid w:val="00784186"/>
    <w:rsid w:val="00786769"/>
    <w:rsid w:val="007C729E"/>
    <w:rsid w:val="007C767B"/>
    <w:rsid w:val="007D3FFA"/>
    <w:rsid w:val="007D46E4"/>
    <w:rsid w:val="007D5E4C"/>
    <w:rsid w:val="007E031D"/>
    <w:rsid w:val="007F047A"/>
    <w:rsid w:val="007F4C51"/>
    <w:rsid w:val="00802C4B"/>
    <w:rsid w:val="008046FF"/>
    <w:rsid w:val="00813522"/>
    <w:rsid w:val="00834B2A"/>
    <w:rsid w:val="00843F45"/>
    <w:rsid w:val="008743D8"/>
    <w:rsid w:val="00880025"/>
    <w:rsid w:val="00894220"/>
    <w:rsid w:val="008C250E"/>
    <w:rsid w:val="008D16EC"/>
    <w:rsid w:val="008F7364"/>
    <w:rsid w:val="0090523C"/>
    <w:rsid w:val="009211D2"/>
    <w:rsid w:val="00925E7E"/>
    <w:rsid w:val="009301A0"/>
    <w:rsid w:val="00937828"/>
    <w:rsid w:val="00976A1B"/>
    <w:rsid w:val="009906B7"/>
    <w:rsid w:val="009A5A91"/>
    <w:rsid w:val="009B7B2F"/>
    <w:rsid w:val="009C413F"/>
    <w:rsid w:val="00A00BD0"/>
    <w:rsid w:val="00A23DA8"/>
    <w:rsid w:val="00A44D35"/>
    <w:rsid w:val="00A87E62"/>
    <w:rsid w:val="00A94BC2"/>
    <w:rsid w:val="00B25462"/>
    <w:rsid w:val="00B262CA"/>
    <w:rsid w:val="00B31937"/>
    <w:rsid w:val="00B5211E"/>
    <w:rsid w:val="00BA3A6C"/>
    <w:rsid w:val="00BB5747"/>
    <w:rsid w:val="00BE1515"/>
    <w:rsid w:val="00BF4634"/>
    <w:rsid w:val="00C22F83"/>
    <w:rsid w:val="00C2740C"/>
    <w:rsid w:val="00C462E6"/>
    <w:rsid w:val="00C46942"/>
    <w:rsid w:val="00C60DAE"/>
    <w:rsid w:val="00CA5DF7"/>
    <w:rsid w:val="00CD7327"/>
    <w:rsid w:val="00CF7644"/>
    <w:rsid w:val="00D55BFE"/>
    <w:rsid w:val="00D62D7D"/>
    <w:rsid w:val="00D803B9"/>
    <w:rsid w:val="00D862DA"/>
    <w:rsid w:val="00DC5B94"/>
    <w:rsid w:val="00DC5D41"/>
    <w:rsid w:val="00DE1F6C"/>
    <w:rsid w:val="00E14AC4"/>
    <w:rsid w:val="00E211A7"/>
    <w:rsid w:val="00E36789"/>
    <w:rsid w:val="00E66A27"/>
    <w:rsid w:val="00E7723F"/>
    <w:rsid w:val="00E81768"/>
    <w:rsid w:val="00E97E93"/>
    <w:rsid w:val="00EB31F2"/>
    <w:rsid w:val="00EB53E3"/>
    <w:rsid w:val="00EE3B6D"/>
    <w:rsid w:val="00F15EEB"/>
    <w:rsid w:val="00F767A1"/>
    <w:rsid w:val="00F82F6E"/>
    <w:rsid w:val="00F834DE"/>
    <w:rsid w:val="00F86597"/>
    <w:rsid w:val="00F97E6D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  <w:style w:type="character" w:styleId="Hyperlink">
    <w:name w:val="Hyperlink"/>
    <w:basedOn w:val="Absatz-Standardschriftart"/>
    <w:rsid w:val="00721D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  <w:style w:type="character" w:styleId="Hyperlink">
    <w:name w:val="Hyperlink"/>
    <w:basedOn w:val="Absatz-Standardschriftart"/>
    <w:rsid w:val="00721D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1</Pages>
  <Words>75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Karl Kleiser</cp:lastModifiedBy>
  <cp:revision>3</cp:revision>
  <cp:lastPrinted>2014-03-25T11:52:00Z</cp:lastPrinted>
  <dcterms:created xsi:type="dcterms:W3CDTF">2014-03-25T10:58:00Z</dcterms:created>
  <dcterms:modified xsi:type="dcterms:W3CDTF">2014-03-25T13:42:00Z</dcterms:modified>
</cp:coreProperties>
</file>